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1"/>
        <w:gridCol w:w="1335"/>
        <w:gridCol w:w="1818"/>
        <w:gridCol w:w="828"/>
        <w:gridCol w:w="1657"/>
        <w:gridCol w:w="15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832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宣城校区学生前往合肥校区临时住宿申请表（个人用）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2" w:hRule="atLeast"/>
        </w:trPr>
        <w:tc>
          <w:tcPr>
            <w:tcW w:w="8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申请事由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2" w:hRule="atLeast"/>
        </w:trPr>
        <w:tc>
          <w:tcPr>
            <w:tcW w:w="8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本人承诺：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（1）在合肥校区期间严格遵守合肥工业大学相关规章制度，服从管理，爱护公物，节约用水用电；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（2）服从学院及指导教师安排，根据要求按时按量完成相关学习内容；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（3）注意个人人身及财产安全，预防意外事故发生；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班级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住宿日期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1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可自行续行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47" w:hRule="atLeast"/>
        </w:trPr>
        <w:tc>
          <w:tcPr>
            <w:tcW w:w="8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指导教师意见：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           签名：</w:t>
            </w:r>
          </w:p>
          <w:p>
            <w:pPr>
              <w:keepNext w:val="0"/>
              <w:keepLines w:val="0"/>
              <w:widowControl/>
              <w:suppressLineNumbers w:val="0"/>
              <w:ind w:firstLine="6380" w:firstLineChars="290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2" w:hRule="atLeast"/>
        </w:trPr>
        <w:tc>
          <w:tcPr>
            <w:tcW w:w="8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 xml:space="preserve">单位意见：  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   单位负责人签名：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2" w:hRule="atLeast"/>
        </w:trPr>
        <w:tc>
          <w:tcPr>
            <w:tcW w:w="8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教务办公室意见：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 签名（公章）：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6" w:hRule="atLeast"/>
        </w:trPr>
        <w:tc>
          <w:tcPr>
            <w:tcW w:w="8320" w:type="dxa"/>
            <w:gridSpan w:val="6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sz w:val="18"/>
                <w:szCs w:val="18"/>
                <w:lang w:val="en-US" w:eastAsia="zh-CN" w:bidi="ar"/>
              </w:rPr>
              <w:t>提示：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>请提前将此表送至屯溪路校区学生公寓一号南楼108办公室。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 xml:space="preserve">      联系方式：屯溪路校区：王老师，0551-62901237；</w:t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5"/>
                <w:sz w:val="18"/>
                <w:szCs w:val="18"/>
                <w:lang w:val="en-US" w:eastAsia="zh-CN" w:bidi="ar"/>
              </w:rPr>
              <w:t xml:space="preserve">                翡翠湖校区：胡老师，0551-63831032。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E3B83"/>
    <w:rsid w:val="270B32A1"/>
    <w:rsid w:val="46FE3B83"/>
    <w:rsid w:val="669C22BA"/>
    <w:rsid w:val="6D535020"/>
    <w:rsid w:val="7299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5">
    <w:name w:val="font0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2018-07-11T03:34:00Z</dcterms:created>
  <dc:creator>Administrator</dc:creator>
  <cp:lastModifiedBy>Administrator</cp:lastModifiedBy>
  <dcterms:modified xsi:type="dcterms:W3CDTF">2018-09-19T03:14:05Z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